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6C" w:rsidRDefault="006670DA">
      <w:pPr>
        <w:pStyle w:val="RecipeTitle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1.95pt;margin-top:18.7pt;width:84.25pt;height:77.65pt;z-index:251657728;mso-wrap-style:none;mso-position-horizontal-relative:page;mso-position-vertical-relative:page" filled="f" stroked="f">
            <v:textbox style="mso-fit-shape-to-text:t">
              <w:txbxContent>
                <w:p w:rsidR="006022F9" w:rsidRPr="006022F9" w:rsidRDefault="009727EA">
                  <w:r w:rsidRPr="006022F9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Chef hat man" style="width:69.75pt;height:70.5pt">
                        <v:imagedata r:id="rId5" o:title="j0379471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 w:rsidR="006C2003">
        <w:t>Character</w:t>
      </w:r>
      <w:r w:rsidR="00FC346C">
        <w:t xml:space="preserve"> Recipe Cards</w:t>
      </w:r>
    </w:p>
    <w:p w:rsidR="00FC346C" w:rsidRDefault="00FC346C">
      <w:pPr>
        <w:pStyle w:val="RecipeSummary"/>
      </w:pPr>
      <w:r>
        <w:t xml:space="preserve">This recipe template can be </w:t>
      </w:r>
      <w:r w:rsidR="006022F9">
        <w:t xml:space="preserve">used to make </w:t>
      </w:r>
      <w:r w:rsidR="006C2003">
        <w:t xml:space="preserve">a recipe for a literary character </w:t>
      </w:r>
      <w:r w:rsidR="00D55433">
        <w:br/>
      </w:r>
      <w:r w:rsidR="006C2003">
        <w:t>from the novel you are currently reading.</w:t>
      </w:r>
    </w:p>
    <w:p w:rsidR="006022F9" w:rsidRDefault="006022F9">
      <w:pPr>
        <w:pStyle w:val="RecipeSummary"/>
      </w:pPr>
    </w:p>
    <w:p w:rsidR="00FC346C" w:rsidRDefault="00FC346C">
      <w:pPr>
        <w:pStyle w:val="IngredientsTitle"/>
      </w:pPr>
      <w:r>
        <w:t>Ingredients:</w:t>
      </w:r>
    </w:p>
    <w:tbl>
      <w:tblPr>
        <w:tblW w:w="0" w:type="auto"/>
        <w:tblInd w:w="108" w:type="dxa"/>
        <w:tblLook w:val="0000"/>
      </w:tblPr>
      <w:tblGrid>
        <w:gridCol w:w="900"/>
        <w:gridCol w:w="6003"/>
      </w:tblGrid>
      <w:tr w:rsidR="00FC346C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FC346C" w:rsidRDefault="00FC346C">
            <w:pPr>
              <w:pStyle w:val="IngredientsAmounts"/>
            </w:pPr>
            <w:r>
              <w:t>1</w:t>
            </w:r>
          </w:p>
        </w:tc>
        <w:tc>
          <w:tcPr>
            <w:tcW w:w="6003" w:type="dxa"/>
          </w:tcPr>
          <w:p w:rsidR="00FC346C" w:rsidRDefault="006C2003">
            <w:r>
              <w:t>Character from your novel</w:t>
            </w:r>
          </w:p>
        </w:tc>
      </w:tr>
      <w:tr w:rsidR="00FC346C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900" w:type="dxa"/>
          </w:tcPr>
          <w:p w:rsidR="00FC346C" w:rsidRDefault="00FC346C">
            <w:pPr>
              <w:pStyle w:val="IngredientsAmounts"/>
            </w:pPr>
            <w:r>
              <w:t xml:space="preserve">1 </w:t>
            </w:r>
            <w:r w:rsidR="006C2003">
              <w:t>¼</w:t>
            </w:r>
          </w:p>
          <w:p w:rsidR="006C2003" w:rsidRDefault="006C2003">
            <w:pPr>
              <w:pStyle w:val="IngredientsAmounts"/>
            </w:pPr>
            <w:r>
              <w:t>3</w:t>
            </w:r>
          </w:p>
        </w:tc>
        <w:tc>
          <w:tcPr>
            <w:tcW w:w="6003" w:type="dxa"/>
          </w:tcPr>
          <w:p w:rsidR="00FC346C" w:rsidRDefault="006C2003">
            <w:r>
              <w:t>Interests/hobbies</w:t>
            </w:r>
          </w:p>
          <w:p w:rsidR="006C2003" w:rsidRDefault="006C2003">
            <w:r>
              <w:t>Friends/family</w:t>
            </w:r>
          </w:p>
        </w:tc>
      </w:tr>
      <w:tr w:rsidR="006C2003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900" w:type="dxa"/>
          </w:tcPr>
          <w:p w:rsidR="006C2003" w:rsidRDefault="006C2003">
            <w:pPr>
              <w:pStyle w:val="IngredientsAmounts"/>
            </w:pPr>
            <w:r>
              <w:t>2 ½</w:t>
            </w:r>
          </w:p>
          <w:p w:rsidR="006C2003" w:rsidRDefault="006C2003">
            <w:pPr>
              <w:pStyle w:val="IngredientsAmounts"/>
            </w:pPr>
          </w:p>
        </w:tc>
        <w:tc>
          <w:tcPr>
            <w:tcW w:w="6003" w:type="dxa"/>
          </w:tcPr>
          <w:p w:rsidR="006C2003" w:rsidRDefault="006C2003">
            <w:r>
              <w:t>Character traits</w:t>
            </w:r>
          </w:p>
        </w:tc>
      </w:tr>
    </w:tbl>
    <w:p w:rsidR="00FC346C" w:rsidRDefault="00FC346C">
      <w:pPr>
        <w:pStyle w:val="DirectionsTitle"/>
      </w:pPr>
      <w:r>
        <w:t>Directions:</w:t>
      </w:r>
    </w:p>
    <w:p w:rsidR="00FC346C" w:rsidRDefault="006C2003">
      <w:pPr>
        <w:pStyle w:val="Directions"/>
      </w:pPr>
      <w:r>
        <w:t>Start with the most important elements of the character.</w:t>
      </w:r>
    </w:p>
    <w:p w:rsidR="00FC346C" w:rsidRDefault="0061090F">
      <w:pPr>
        <w:pStyle w:val="Directions"/>
      </w:pPr>
      <w:r>
        <w:t>Press TAB after each ingredient</w:t>
      </w:r>
      <w:r w:rsidR="00FC346C">
        <w:t>.</w:t>
      </w:r>
    </w:p>
    <w:p w:rsidR="00FC346C" w:rsidRDefault="006C2003">
      <w:pPr>
        <w:pStyle w:val="Directions"/>
      </w:pPr>
      <w:r>
        <w:t>Add in ingredients to describe your character.</w:t>
      </w:r>
    </w:p>
    <w:p w:rsidR="00FC346C" w:rsidRDefault="00FC346C">
      <w:pPr>
        <w:pStyle w:val="Directions"/>
      </w:pPr>
      <w:r>
        <w:t xml:space="preserve">Save the recipe by clicking </w:t>
      </w:r>
      <w:r>
        <w:rPr>
          <w:rStyle w:val="DirectionsBoldChar"/>
        </w:rPr>
        <w:t>Save As</w:t>
      </w:r>
      <w:r>
        <w:t xml:space="preserve"> on the </w:t>
      </w:r>
      <w:r>
        <w:rPr>
          <w:rStyle w:val="DirectionsBoldChar"/>
        </w:rPr>
        <w:t>File</w:t>
      </w:r>
      <w:r>
        <w:t xml:space="preserve"> menu.</w:t>
      </w:r>
    </w:p>
    <w:p w:rsidR="006C2003" w:rsidRDefault="006C2003" w:rsidP="00F42EB3">
      <w:pPr>
        <w:pStyle w:val="Directions"/>
      </w:pPr>
      <w:r>
        <w:t>Add mixing/cooking directions – create your instructions to creatively reflect the nature of your character</w:t>
      </w:r>
    </w:p>
    <w:p w:rsidR="00455B7E" w:rsidRDefault="00455B7E" w:rsidP="00F42EB3">
      <w:pPr>
        <w:pStyle w:val="Directions"/>
      </w:pPr>
      <w:r>
        <w:t>Add serving/portion/nutrition information.</w:t>
      </w:r>
    </w:p>
    <w:p w:rsidR="00F42EB3" w:rsidRDefault="006C2003" w:rsidP="006C2003">
      <w:pPr>
        <w:pStyle w:val="Directions"/>
        <w:numPr>
          <w:ilvl w:val="0"/>
          <w:numId w:val="0"/>
        </w:numPr>
        <w:ind w:left="245"/>
      </w:pPr>
      <w:r>
        <w:t xml:space="preserve"> </w:t>
      </w:r>
    </w:p>
    <w:p w:rsidR="00FC346C" w:rsidRPr="00455B7E" w:rsidRDefault="006C2003" w:rsidP="00D55433">
      <w:pPr>
        <w:rPr>
          <w:b/>
        </w:rPr>
      </w:pPr>
      <w:r w:rsidRPr="00455B7E">
        <w:rPr>
          <w:b/>
        </w:rPr>
        <w:t>Use the “save as” function to change</w:t>
      </w:r>
      <w:r w:rsidR="00455B7E" w:rsidRPr="00455B7E">
        <w:rPr>
          <w:b/>
        </w:rPr>
        <w:t xml:space="preserve"> the file name – you may type over this template.</w:t>
      </w:r>
    </w:p>
    <w:sectPr w:rsidR="00FC346C" w:rsidRPr="00455B7E" w:rsidSect="006C2003">
      <w:pgSz w:w="15840" w:h="12240" w:code="1"/>
      <w:pgMar w:top="720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6CD"/>
    <w:multiLevelType w:val="hybridMultilevel"/>
    <w:tmpl w:val="C91E013C"/>
    <w:lvl w:ilvl="0" w:tplc="CC7C3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9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003"/>
    <w:rsid w:val="001C3686"/>
    <w:rsid w:val="00244040"/>
    <w:rsid w:val="00295FD0"/>
    <w:rsid w:val="003B6E52"/>
    <w:rsid w:val="0041136B"/>
    <w:rsid w:val="00455B7E"/>
    <w:rsid w:val="006022F9"/>
    <w:rsid w:val="0061090F"/>
    <w:rsid w:val="00615F0F"/>
    <w:rsid w:val="006670DA"/>
    <w:rsid w:val="006C2003"/>
    <w:rsid w:val="006F3FFC"/>
    <w:rsid w:val="008F0344"/>
    <w:rsid w:val="009727EA"/>
    <w:rsid w:val="00990C4B"/>
    <w:rsid w:val="00D55433"/>
    <w:rsid w:val="00F42EB3"/>
    <w:rsid w:val="00FC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E52"/>
    <w:rPr>
      <w:rFonts w:ascii="Tahoma" w:hAnsi="Tahoma"/>
      <w:iCs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Cs w:val="20"/>
    </w:rPr>
  </w:style>
  <w:style w:type="paragraph" w:customStyle="1" w:styleId="RecipeTitle">
    <w:name w:val="Recipe Title"/>
    <w:basedOn w:val="Heading1"/>
    <w:rsid w:val="00295FD0"/>
    <w:pPr>
      <w:pBdr>
        <w:top w:val="single" w:sz="4" w:space="2" w:color="999999"/>
        <w:bottom w:val="single" w:sz="4" w:space="2" w:color="999999"/>
      </w:pBdr>
      <w:spacing w:after="60"/>
    </w:pPr>
  </w:style>
  <w:style w:type="paragraph" w:customStyle="1" w:styleId="RecipeSummary">
    <w:name w:val="Recipe Summary"/>
    <w:basedOn w:val="Normal"/>
    <w:rsid w:val="00295FD0"/>
    <w:rPr>
      <w:i/>
    </w:rPr>
  </w:style>
  <w:style w:type="paragraph" w:customStyle="1" w:styleId="DirectionsBold">
    <w:name w:val="Directions Bold"/>
    <w:basedOn w:val="Directions"/>
    <w:link w:val="DirectionsBoldChar"/>
    <w:rPr>
      <w:b/>
      <w:bCs/>
    </w:rPr>
  </w:style>
  <w:style w:type="paragraph" w:customStyle="1" w:styleId="IngredientsTitle">
    <w:name w:val="Ingredients Title"/>
    <w:basedOn w:val="Normal"/>
    <w:rsid w:val="00295FD0"/>
    <w:rPr>
      <w:b/>
      <w:u w:val="single"/>
    </w:rPr>
  </w:style>
  <w:style w:type="paragraph" w:customStyle="1" w:styleId="IngredientsAmounts">
    <w:name w:val="Ingredients Amounts"/>
    <w:basedOn w:val="Normal"/>
    <w:rsid w:val="003B6E52"/>
    <w:pPr>
      <w:ind w:left="-101"/>
    </w:pPr>
  </w:style>
  <w:style w:type="paragraph" w:customStyle="1" w:styleId="DirectionsTitle">
    <w:name w:val="Directions Title"/>
    <w:basedOn w:val="Normal"/>
    <w:rsid w:val="00295FD0"/>
    <w:pPr>
      <w:spacing w:before="120"/>
    </w:pPr>
    <w:rPr>
      <w:b/>
      <w:u w:val="single"/>
    </w:rPr>
  </w:style>
  <w:style w:type="paragraph" w:customStyle="1" w:styleId="Directions">
    <w:name w:val="Directions"/>
    <w:basedOn w:val="Normal"/>
    <w:link w:val="DirectionsChar"/>
    <w:rsid w:val="003B6E52"/>
    <w:pPr>
      <w:numPr>
        <w:numId w:val="1"/>
      </w:numPr>
      <w:tabs>
        <w:tab w:val="clear" w:pos="720"/>
      </w:tabs>
      <w:spacing w:after="40"/>
      <w:ind w:left="245" w:hanging="245"/>
    </w:p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iCs/>
      <w:sz w:val="18"/>
      <w:lang w:val="en-US" w:eastAsia="en-US" w:bidi="ar-SA"/>
    </w:rPr>
  </w:style>
  <w:style w:type="character" w:customStyle="1" w:styleId="DirectionsBoldChar">
    <w:name w:val="Directions Bold Char"/>
    <w:basedOn w:val="DirectionsChar"/>
    <w:link w:val="DirectionsBold"/>
    <w:rPr>
      <w:b/>
      <w:bCs/>
    </w:rPr>
  </w:style>
  <w:style w:type="character" w:customStyle="1" w:styleId="DirectionsChar">
    <w:name w:val="Directions Char"/>
    <w:basedOn w:val="DefaultParagraphFont"/>
    <w:link w:val="Directions"/>
    <w:rsid w:val="003B6E52"/>
    <w:rPr>
      <w:rFonts w:ascii="Tahoma" w:hAnsi="Tahoma"/>
      <w:iCs/>
      <w:sz w:val="18"/>
      <w:szCs w:val="24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Pr>
      <w:rFonts w:ascii="Arial" w:hAnsi="Arial"/>
      <w:i/>
      <w:sz w:val="18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hover\AppData\Roaming\Microsoft\Templates\Recipe%20c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Recipe card</Template>
  <TotalTime>0</TotalTime>
  <Pages>1</Pages>
  <Words>111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sshover</dc:creator>
  <cp:lastModifiedBy>sshover</cp:lastModifiedBy>
  <cp:revision>2</cp:revision>
  <cp:lastPrinted>2003-12-09T21:18:00Z</cp:lastPrinted>
  <dcterms:created xsi:type="dcterms:W3CDTF">2012-02-20T18:51:00Z</dcterms:created>
  <dcterms:modified xsi:type="dcterms:W3CDTF">2012-02-20T18:51:00Z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TC010186331033</vt:lpwstr>
  </property>
</Properties>
</file>